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654548" w:rsidP="00417CA1" w:rsidRDefault="00654548" w14:paraId="672A6659" wp14:textId="777777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  <w:lang w:eastAsia="it-IT"/>
        </w:rPr>
      </w:pPr>
    </w:p>
    <w:p xmlns:wp14="http://schemas.microsoft.com/office/word/2010/wordml" w:rsidR="00654548" w:rsidP="00417CA1" w:rsidRDefault="00654548" w14:paraId="0A37501D" wp14:textId="777777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  <w:lang w:eastAsia="it-IT"/>
        </w:rPr>
      </w:pPr>
    </w:p>
    <w:p xmlns:wp14="http://schemas.microsoft.com/office/word/2010/wordml" w:rsidR="0084163A" w:rsidP="0084163A" w:rsidRDefault="0084163A" w14:paraId="6C095B5E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  <w:r>
        <w:t xml:space="preserve">ALLEGATO 1 </w:t>
      </w:r>
    </w:p>
    <w:p xmlns:wp14="http://schemas.microsoft.com/office/word/2010/wordml" w:rsidR="000C3384" w:rsidP="0084163A" w:rsidRDefault="000C3384" w14:paraId="5DAB6C7B" wp14:textId="777777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</w:pPr>
    </w:p>
    <w:p xmlns:wp14="http://schemas.microsoft.com/office/word/2010/wordml" w:rsidR="000C3384" w:rsidP="0084163A" w:rsidRDefault="000C3384" w14:paraId="02EB378F" wp14:textId="777777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</w:pPr>
    </w:p>
    <w:p xmlns:wp14="http://schemas.microsoft.com/office/word/2010/wordml" w:rsidR="000C3384" w:rsidP="0084163A" w:rsidRDefault="000C3384" w14:paraId="6A05A809" wp14:textId="777777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</w:pPr>
    </w:p>
    <w:p xmlns:wp14="http://schemas.microsoft.com/office/word/2010/wordml" w:rsidR="0084163A" w:rsidP="0084163A" w:rsidRDefault="0084163A" w14:paraId="24BB873F" wp14:textId="777777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</w:pPr>
      <w:r>
        <w:t xml:space="preserve">Modulo candidatura </w:t>
      </w:r>
    </w:p>
    <w:p xmlns:wp14="http://schemas.microsoft.com/office/word/2010/wordml" w:rsidR="0084163A" w:rsidP="0084163A" w:rsidRDefault="0084163A" w14:paraId="6D90B7DA" wp14:textId="777777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</w:pPr>
      <w:r>
        <w:t>Selezione docenti della scuola secondaria II grado</w:t>
      </w:r>
    </w:p>
    <w:p xmlns:wp14="http://schemas.microsoft.com/office/word/2010/wordml" w:rsidR="0084163A" w:rsidP="0084163A" w:rsidRDefault="0084163A" w14:paraId="13EB1B5C" wp14:textId="777777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</w:pPr>
      <w:r>
        <w:t>Partecipazione al Comitato regionale di coordinamento per la Certificazione linguistica del greco</w:t>
      </w:r>
    </w:p>
    <w:p xmlns:wp14="http://schemas.microsoft.com/office/word/2010/wordml" w:rsidR="0084163A" w:rsidP="0084163A" w:rsidRDefault="0084163A" w14:paraId="29D6B04F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  <w:r>
        <w:t xml:space="preserve"> </w:t>
      </w:r>
    </w:p>
    <w:p xmlns:wp14="http://schemas.microsoft.com/office/word/2010/wordml" w:rsidR="0084163A" w:rsidP="0084163A" w:rsidRDefault="0084163A" w14:paraId="5A39BBE3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</w:p>
    <w:p xmlns:wp14="http://schemas.microsoft.com/office/word/2010/wordml" w:rsidR="000C3384" w:rsidP="0084163A" w:rsidRDefault="000C3384" w14:paraId="41C8F396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</w:p>
    <w:p xmlns:wp14="http://schemas.microsoft.com/office/word/2010/wordml" w:rsidR="000C3384" w:rsidP="0084163A" w:rsidRDefault="000C3384" w14:paraId="72A3D3EC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</w:p>
    <w:p xmlns:wp14="http://schemas.microsoft.com/office/word/2010/wordml" w:rsidRPr="0084163A" w:rsidR="0084163A" w:rsidP="0084163A" w:rsidRDefault="0084163A" w14:paraId="5D35BCD0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b/>
          <w:bCs/>
        </w:rPr>
      </w:pPr>
      <w:r w:rsidRPr="0084163A">
        <w:rPr>
          <w:b/>
          <w:bCs/>
        </w:rPr>
        <w:t xml:space="preserve">Alla Direzione Generale </w:t>
      </w:r>
    </w:p>
    <w:p xmlns:wp14="http://schemas.microsoft.com/office/word/2010/wordml" w:rsidR="0084163A" w:rsidP="0084163A" w:rsidRDefault="0084163A" w14:paraId="2B5369D6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b/>
          <w:bCs/>
        </w:rPr>
      </w:pPr>
      <w:r w:rsidRPr="0084163A">
        <w:rPr>
          <w:b/>
          <w:bCs/>
        </w:rPr>
        <w:t>dell’Ufficio Scolastico Regionale per le Marche</w:t>
      </w:r>
    </w:p>
    <w:p xmlns:wp14="http://schemas.microsoft.com/office/word/2010/wordml" w:rsidR="0084163A" w:rsidP="0084163A" w:rsidRDefault="0084163A" w14:paraId="0A6959E7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b/>
          <w:bCs/>
        </w:rPr>
      </w:pPr>
      <w:r w:rsidRPr="0084163A">
        <w:rPr>
          <w:b/>
          <w:bCs/>
        </w:rPr>
        <w:t xml:space="preserve"> </w:t>
      </w:r>
    </w:p>
    <w:p xmlns:wp14="http://schemas.microsoft.com/office/word/2010/wordml" w:rsidR="0084163A" w:rsidP="0084163A" w:rsidRDefault="0084163A" w14:paraId="0D0B940D" wp14:textId="777777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b/>
          <w:bCs/>
        </w:rPr>
      </w:pPr>
    </w:p>
    <w:p xmlns:wp14="http://schemas.microsoft.com/office/word/2010/wordml" w:rsidR="0084163A" w:rsidP="0084163A" w:rsidRDefault="0084163A" w14:paraId="0E27B00A" wp14:textId="77777777">
      <w:pPr>
        <w:pStyle w:val="Corpotesto"/>
        <w:spacing w:before="8"/>
        <w:rPr>
          <w:b/>
          <w:sz w:val="25"/>
        </w:rPr>
      </w:pPr>
    </w:p>
    <w:p xmlns:wp14="http://schemas.microsoft.com/office/word/2010/wordml" w:rsidR="0084163A" w:rsidP="0084163A" w:rsidRDefault="0084163A" w14:paraId="002ABF31" wp14:textId="77777777">
      <w:pPr>
        <w:pStyle w:val="Corpotesto"/>
        <w:tabs>
          <w:tab w:val="left" w:pos="3423"/>
          <w:tab w:val="left" w:pos="6312"/>
          <w:tab w:val="left" w:pos="8168"/>
        </w:tabs>
        <w:spacing w:line="273" w:lineRule="auto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47"/>
        </w:rPr>
        <w:t xml:space="preserve">     </w:t>
      </w:r>
      <w:r>
        <w:t>nato/a________________________</w:t>
      </w:r>
    </w:p>
    <w:p xmlns:wp14="http://schemas.microsoft.com/office/word/2010/wordml" w:rsidR="0084163A" w:rsidP="0084163A" w:rsidRDefault="0084163A" w14:paraId="484AF9E8" wp14:textId="77777777">
      <w:pPr>
        <w:pStyle w:val="Corpotesto"/>
        <w:tabs>
          <w:tab w:val="left" w:pos="3423"/>
          <w:tab w:val="left" w:pos="6312"/>
          <w:tab w:val="left" w:pos="8168"/>
        </w:tabs>
        <w:spacing w:line="273" w:lineRule="auto"/>
        <w:rPr>
          <w:sz w:val="24"/>
        </w:rPr>
      </w:pPr>
      <w:r>
        <w:rPr>
          <w:spacing w:val="-1"/>
        </w:rPr>
        <w:t xml:space="preserve"> </w:t>
      </w:r>
      <w:r>
        <w:t>il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rPr>
          <w:u w:val="single"/>
        </w:rPr>
        <w:t xml:space="preserve"> _____</w:t>
      </w:r>
      <w:r>
        <w:t>telefono_________________,</w:t>
      </w:r>
      <w:r>
        <w:rPr>
          <w:sz w:val="24"/>
        </w:rPr>
        <w:t xml:space="preserve"> </w:t>
      </w:r>
    </w:p>
    <w:p xmlns:wp14="http://schemas.microsoft.com/office/word/2010/wordml" w:rsidRPr="00345823" w:rsidR="0084163A" w:rsidP="0084163A" w:rsidRDefault="0084163A" w14:paraId="4A08189A" wp14:textId="77777777">
      <w:pPr>
        <w:pStyle w:val="Corpotesto"/>
        <w:tabs>
          <w:tab w:val="left" w:pos="3423"/>
          <w:tab w:val="left" w:pos="6312"/>
          <w:tab w:val="left" w:pos="8168"/>
        </w:tabs>
        <w:spacing w:line="273" w:lineRule="auto"/>
        <w:rPr>
          <w:u w:val="single"/>
        </w:rPr>
      </w:pPr>
      <w:r>
        <w:rPr>
          <w:sz w:val="24"/>
        </w:rPr>
        <w:t>indirizzo</w:t>
      </w:r>
      <w:r>
        <w:rPr>
          <w:spacing w:val="-3"/>
          <w:sz w:val="24"/>
        </w:rPr>
        <w:t xml:space="preserve"> </w:t>
      </w:r>
      <w:r>
        <w:rPr>
          <w:sz w:val="24"/>
        </w:rPr>
        <w:t>e-mail</w:t>
      </w:r>
      <w:r>
        <w:rPr>
          <w:spacing w:val="-3"/>
          <w:sz w:val="24"/>
        </w:rPr>
        <w:t xml:space="preserve"> </w:t>
      </w:r>
      <w:r>
        <w:rPr>
          <w:sz w:val="24"/>
        </w:rPr>
        <w:t>per le comunicazioni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l’USR</w:t>
      </w:r>
      <w:r>
        <w:rPr>
          <w:spacing w:val="-4"/>
          <w:sz w:val="24"/>
        </w:rPr>
        <w:t xml:space="preserve"> </w:t>
      </w:r>
      <w:r>
        <w:rPr>
          <w:sz w:val="24"/>
        </w:rPr>
        <w:t>Marche</w:t>
      </w:r>
      <w:r>
        <w:rPr>
          <w:sz w:val="24"/>
          <w:u w:val="single"/>
        </w:rPr>
        <w:tab/>
      </w:r>
      <w:r>
        <w:t>_____________________________,</w:t>
      </w:r>
    </w:p>
    <w:p xmlns:wp14="http://schemas.microsoft.com/office/word/2010/wordml" w:rsidR="0084163A" w:rsidP="0084163A" w:rsidRDefault="0084163A" w14:paraId="0C34EA79" wp14:textId="77777777">
      <w:pPr>
        <w:pStyle w:val="Corpotesto"/>
        <w:spacing w:line="273" w:lineRule="auto"/>
        <w:rPr>
          <w:u w:val="single"/>
        </w:rPr>
      </w:pPr>
      <w:r>
        <w:t>docente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tempo</w:t>
      </w:r>
      <w:r>
        <w:rPr>
          <w:spacing w:val="14"/>
        </w:rPr>
        <w:t xml:space="preserve"> </w:t>
      </w:r>
      <w:r>
        <w:t>indeterminato</w:t>
      </w:r>
      <w:r>
        <w:rPr>
          <w:spacing w:val="14"/>
        </w:rPr>
        <w:t xml:space="preserve"> </w:t>
      </w:r>
      <w:r>
        <w:t>abilitato/a</w:t>
      </w:r>
      <w:r>
        <w:rPr>
          <w:spacing w:val="12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classe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concorso</w:t>
      </w:r>
      <w:r>
        <w:rPr>
          <w:spacing w:val="12"/>
        </w:rPr>
        <w:t xml:space="preserve"> </w:t>
      </w:r>
      <w:r>
        <w:t>A13</w:t>
      </w:r>
      <w:r>
        <w:rPr>
          <w:spacing w:val="-4"/>
        </w:rPr>
        <w:t xml:space="preserve"> </w:t>
      </w:r>
      <w:r>
        <w:t>(Discipline</w:t>
      </w:r>
      <w:r>
        <w:rPr>
          <w:spacing w:val="-4"/>
        </w:rPr>
        <w:t xml:space="preserve"> </w:t>
      </w:r>
      <w:r>
        <w:t>letterarie,</w:t>
      </w:r>
      <w:r>
        <w:rPr>
          <w:spacing w:val="-2"/>
        </w:rPr>
        <w:t xml:space="preserve"> </w:t>
      </w:r>
      <w:r>
        <w:t>latino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greco</w:t>
      </w:r>
      <w:r>
        <w:rPr>
          <w:spacing w:val="-1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secondaria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grado), in</w:t>
      </w:r>
      <w:r>
        <w:rPr>
          <w:spacing w:val="-5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rPr>
          <w:u w:val="single"/>
        </w:rPr>
        <w:t>_______________________________________</w:t>
      </w:r>
    </w:p>
    <w:p xmlns:wp14="http://schemas.microsoft.com/office/word/2010/wordml" w:rsidRPr="00345823" w:rsidR="0084163A" w:rsidP="0084163A" w:rsidRDefault="0084163A" w14:paraId="64854194" wp14:textId="77777777">
      <w:pPr>
        <w:pStyle w:val="Corpotesto"/>
        <w:spacing w:line="273" w:lineRule="auto"/>
      </w:pPr>
      <w:r>
        <w:t>località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rPr>
          <w:u w:val="single"/>
        </w:rPr>
        <w:t>_____________________________________</w:t>
      </w:r>
      <w:r>
        <w:t>provincia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0C3384">
        <w:rPr>
          <w:u w:val="single"/>
        </w:rPr>
        <w:t>,</w:t>
      </w:r>
    </w:p>
    <w:p xmlns:wp14="http://schemas.microsoft.com/office/word/2010/wordml" w:rsidRPr="00345823" w:rsidR="0084163A" w:rsidP="0084163A" w:rsidRDefault="0084163A" w14:paraId="682764CD" wp14:textId="77777777">
      <w:pPr>
        <w:pStyle w:val="Titolo3"/>
        <w:spacing w:before="57"/>
        <w:jc w:val="center"/>
        <w:rPr>
          <w:i w:val="0"/>
          <w:iCs w:val="0"/>
          <w:sz w:val="24"/>
          <w:szCs w:val="21"/>
        </w:rPr>
      </w:pPr>
      <w:r w:rsidRPr="00345823">
        <w:rPr>
          <w:i w:val="0"/>
          <w:iCs w:val="0"/>
          <w:sz w:val="24"/>
          <w:szCs w:val="21"/>
        </w:rPr>
        <w:t>chiede</w:t>
      </w:r>
    </w:p>
    <w:p xmlns:wp14="http://schemas.microsoft.com/office/word/2010/wordml" w:rsidRPr="00345823" w:rsidR="0084163A" w:rsidP="0084163A" w:rsidRDefault="0084163A" w14:paraId="276C6824" wp14:textId="77777777">
      <w:pPr>
        <w:pStyle w:val="Corpotesto"/>
        <w:spacing w:before="38"/>
      </w:pPr>
      <w:r>
        <w:t xml:space="preserve">di poter accedere alla procedura di selezione di docenti della secondaria di secondo grado finalizzata  alla </w:t>
      </w:r>
      <w:r>
        <w:rPr>
          <w:spacing w:val="-47"/>
        </w:rPr>
        <w:t xml:space="preserve">   </w:t>
      </w:r>
      <w:r>
        <w:t>partecipazione al</w:t>
      </w:r>
      <w:r>
        <w:rPr>
          <w:spacing w:val="-2"/>
        </w:rPr>
        <w:t xml:space="preserve"> </w:t>
      </w:r>
      <w:r w:rsidRPr="00345823">
        <w:rPr>
          <w:i/>
          <w:iCs/>
        </w:rPr>
        <w:t>Comitato</w:t>
      </w:r>
      <w:r w:rsidRPr="00345823">
        <w:rPr>
          <w:i/>
          <w:iCs/>
          <w:spacing w:val="-4"/>
        </w:rPr>
        <w:t xml:space="preserve"> </w:t>
      </w:r>
      <w:r w:rsidRPr="00345823">
        <w:rPr>
          <w:i/>
          <w:iCs/>
        </w:rPr>
        <w:t>regionale</w:t>
      </w:r>
      <w:r w:rsidRPr="00345823">
        <w:rPr>
          <w:i/>
          <w:iCs/>
          <w:spacing w:val="-4"/>
        </w:rPr>
        <w:t xml:space="preserve"> </w:t>
      </w:r>
      <w:r w:rsidRPr="00345823">
        <w:rPr>
          <w:i/>
          <w:iCs/>
        </w:rPr>
        <w:t>di</w:t>
      </w:r>
      <w:r w:rsidRPr="00345823">
        <w:rPr>
          <w:i/>
          <w:iCs/>
          <w:spacing w:val="-2"/>
        </w:rPr>
        <w:t xml:space="preserve"> </w:t>
      </w:r>
      <w:r w:rsidRPr="00345823">
        <w:rPr>
          <w:i/>
          <w:iCs/>
        </w:rPr>
        <w:t>coordinamento</w:t>
      </w:r>
      <w:r w:rsidRPr="00345823">
        <w:rPr>
          <w:i/>
          <w:iCs/>
          <w:spacing w:val="-2"/>
        </w:rPr>
        <w:t xml:space="preserve"> </w:t>
      </w:r>
      <w:r w:rsidRPr="00345823">
        <w:rPr>
          <w:i/>
          <w:iCs/>
        </w:rPr>
        <w:t>per</w:t>
      </w:r>
      <w:r w:rsidRPr="00345823">
        <w:rPr>
          <w:i/>
          <w:iCs/>
          <w:spacing w:val="-2"/>
        </w:rPr>
        <w:t xml:space="preserve"> </w:t>
      </w:r>
      <w:r w:rsidRPr="00345823">
        <w:rPr>
          <w:i/>
          <w:iCs/>
        </w:rPr>
        <w:t>la</w:t>
      </w:r>
      <w:r w:rsidRPr="00345823">
        <w:rPr>
          <w:i/>
          <w:iCs/>
          <w:spacing w:val="-2"/>
        </w:rPr>
        <w:t xml:space="preserve"> </w:t>
      </w:r>
      <w:r w:rsidRPr="00345823">
        <w:rPr>
          <w:i/>
          <w:iCs/>
        </w:rPr>
        <w:t>certificazione</w:t>
      </w:r>
      <w:r w:rsidRPr="00345823">
        <w:rPr>
          <w:i/>
          <w:iCs/>
          <w:spacing w:val="-2"/>
        </w:rPr>
        <w:t xml:space="preserve"> </w:t>
      </w:r>
      <w:r w:rsidRPr="00345823">
        <w:rPr>
          <w:i/>
          <w:iCs/>
        </w:rPr>
        <w:t>linguistica</w:t>
      </w:r>
      <w:r w:rsidRPr="00345823">
        <w:rPr>
          <w:i/>
          <w:iCs/>
          <w:spacing w:val="-2"/>
        </w:rPr>
        <w:t xml:space="preserve"> </w:t>
      </w:r>
      <w:r w:rsidRPr="00345823">
        <w:rPr>
          <w:i/>
          <w:iCs/>
        </w:rPr>
        <w:t>del</w:t>
      </w:r>
      <w:r w:rsidRPr="00345823">
        <w:rPr>
          <w:i/>
          <w:iCs/>
          <w:spacing w:val="-3"/>
        </w:rPr>
        <w:t xml:space="preserve"> </w:t>
      </w:r>
      <w:r w:rsidRPr="00345823">
        <w:rPr>
          <w:i/>
          <w:iCs/>
        </w:rPr>
        <w:t>greco</w:t>
      </w:r>
      <w:r>
        <w:t>.</w:t>
      </w:r>
    </w:p>
    <w:p xmlns:wp14="http://schemas.microsoft.com/office/word/2010/wordml" w:rsidR="0084163A" w:rsidP="0084163A" w:rsidRDefault="0084163A" w14:paraId="117E4A5F" wp14:textId="77777777">
      <w:pPr>
        <w:pStyle w:val="Corpotesto"/>
        <w:spacing w:after="45"/>
      </w:pP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fine</w:t>
      </w:r>
      <w:r>
        <w:rPr>
          <w:spacing w:val="-2"/>
        </w:rPr>
        <w:t xml:space="preserve"> </w:t>
      </w:r>
      <w:r>
        <w:t>dichiara,</w:t>
      </w:r>
      <w:r>
        <w:rPr>
          <w:spacing w:val="-2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responsabilità,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titoli:</w:t>
      </w:r>
    </w:p>
    <w:p xmlns:wp14="http://schemas.microsoft.com/office/word/2010/wordml" w:rsidR="000C3384" w:rsidP="0084163A" w:rsidRDefault="000C3384" w14:paraId="60061E4C" wp14:textId="77777777">
      <w:pPr>
        <w:pStyle w:val="Corpotesto"/>
        <w:spacing w:after="45"/>
      </w:pPr>
    </w:p>
    <w:p xmlns:wp14="http://schemas.microsoft.com/office/word/2010/wordml" w:rsidR="000C3384" w:rsidP="0084163A" w:rsidRDefault="000C3384" w14:paraId="44EAFD9C" wp14:textId="77777777">
      <w:pPr>
        <w:pStyle w:val="Corpotesto"/>
        <w:spacing w:after="45"/>
      </w:pPr>
    </w:p>
    <w:p xmlns:wp14="http://schemas.microsoft.com/office/word/2010/wordml" w:rsidR="000C3384" w:rsidP="0084163A" w:rsidRDefault="000C3384" w14:paraId="4B94D5A5" wp14:textId="77777777">
      <w:pPr>
        <w:pStyle w:val="Corpotesto"/>
        <w:spacing w:after="45"/>
      </w:pPr>
    </w:p>
    <w:p xmlns:wp14="http://schemas.microsoft.com/office/word/2010/wordml" w:rsidR="000C3384" w:rsidP="0084163A" w:rsidRDefault="000C3384" w14:paraId="3DEEC669" wp14:textId="77777777">
      <w:pPr>
        <w:pStyle w:val="Corpotesto"/>
        <w:spacing w:after="45"/>
      </w:pPr>
    </w:p>
    <w:p xmlns:wp14="http://schemas.microsoft.com/office/word/2010/wordml" w:rsidR="000C3384" w:rsidP="0084163A" w:rsidRDefault="000C3384" w14:paraId="3656B9AB" wp14:textId="77777777">
      <w:pPr>
        <w:pStyle w:val="Corpotesto"/>
        <w:spacing w:after="45"/>
      </w:pPr>
    </w:p>
    <w:p xmlns:wp14="http://schemas.microsoft.com/office/word/2010/wordml" w:rsidR="000C3384" w:rsidP="0084163A" w:rsidRDefault="000C3384" w14:paraId="45FB0818" wp14:textId="77777777">
      <w:pPr>
        <w:pStyle w:val="Corpotesto"/>
        <w:spacing w:after="45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400"/>
        <w:gridCol w:w="5229"/>
      </w:tblGrid>
      <w:tr xmlns:wp14="http://schemas.microsoft.com/office/word/2010/wordml" w:rsidR="00BC2728" w:rsidTr="3DF1B79F" w14:paraId="6F3DC735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6651ECB8" wp14:textId="77777777">
            <w:pPr>
              <w:pStyle w:val="Corpotesto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TITOLI CULTURALI</w:t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41B21B25" wp14:textId="77777777">
            <w:pPr>
              <w:pStyle w:val="Corpotesto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DESCRIZIONE</w:t>
            </w:r>
          </w:p>
        </w:tc>
      </w:tr>
      <w:tr xmlns:wp14="http://schemas.microsoft.com/office/word/2010/wordml" w:rsidR="00BC2728" w:rsidTr="3DF1B79F" w14:paraId="6CAFA4D3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2BFE466A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Laurea specialistica/magistrale o Laurea del vecchio  ordinamento o titolo equiparato:</w:t>
            </w:r>
          </w:p>
          <w:p w:rsidR="00BC2728" w:rsidRDefault="00BC2728" w14:paraId="2D523B81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 le valutazioni fino a 100/110 = 1 pt.</w:t>
            </w:r>
          </w:p>
          <w:p w:rsidR="00BC2728" w:rsidRDefault="00BC2728" w14:paraId="5888EBD9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 le valutazioni comprese tra 100-110/110 = 2 pt.</w:t>
            </w:r>
          </w:p>
          <w:p w:rsidR="00BC2728" w:rsidRDefault="00BC2728" w14:paraId="6EDD8479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per le valutazioni uguali a 110 e lode = 3 pt.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049F31CB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7536A064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5110CA65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 Laurea (altra laurea, diploma di specializzazione,</w:t>
            </w:r>
            <w:r w:rsidR="00107D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dottorato di ricerca): </w:t>
            </w:r>
          </w:p>
          <w:p w:rsidR="00BC2728" w:rsidRDefault="00BC2728" w14:paraId="585C62C7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pt. per ciascun titolo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53128261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3C7C53B8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5568F2CB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Corsi di perfezionamento e Master di I e di II livello </w:t>
            </w:r>
          </w:p>
          <w:p w:rsidR="00BC2728" w:rsidRDefault="00BC2728" w14:paraId="7928394C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pt. per ciascun titolo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62486C05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0D4B9FC3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610A67EC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Partecipazione a corsi di aggiornamento professionale</w:t>
            </w:r>
          </w:p>
          <w:p w:rsidR="00BC2728" w:rsidRDefault="00BC2728" w14:paraId="73B68CEF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pertinenti al settore:</w:t>
            </w:r>
          </w:p>
          <w:p w:rsidR="00BC2728" w:rsidRDefault="00BC2728" w14:paraId="0C2C7BB5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 pt. per percorso  formativo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4101652C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1FF432EA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5BEFF5CC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Pubblicazioni pertinenti al settore su supporto cartaceo o online: </w:t>
            </w:r>
          </w:p>
          <w:p w:rsidR="00BC2728" w:rsidRDefault="00BC2728" w14:paraId="00D3F64A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fino a un massimo di 2 pt. per ciascuna pubblicazione</w:t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4B99056E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71D1AE4A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441D049C" wp14:textId="77777777">
            <w:pPr>
              <w:pStyle w:val="Corpotesto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TITOLI PROFESSIONALI</w:t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1299C43A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2F718B4D" wp14:textId="77777777">
        <w:tc>
          <w:tcPr>
            <w:tcW w:w="2285" w:type="pct"/>
            <w:shd w:val="clear" w:color="auto" w:fill="auto"/>
            <w:tcMar/>
          </w:tcPr>
          <w:p w:rsidR="222A426D" w:rsidP="222A426D" w:rsidRDefault="222A426D" w14:paraId="5FC0C00D" w14:textId="13ABAD4F">
            <w:pPr>
              <w:pStyle w:val="Corpotesto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sz w:val="20"/>
                <w:szCs w:val="20"/>
              </w:rPr>
            </w:pPr>
            <w:r w:rsidRPr="3DF1B79F" w:rsidR="3DF1B79F">
              <w:rPr>
                <w:sz w:val="20"/>
                <w:szCs w:val="20"/>
              </w:rPr>
              <w:t>Anni di insegnamento  del greco:</w:t>
            </w:r>
          </w:p>
          <w:p w:rsidR="00BC2728" w:rsidRDefault="00BC2728" w14:paraId="54135F0F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0,5 pt. per ogni anno di insegnamento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4DDBEF00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33890160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32646D30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Incarichi di responsabilità inerenti all’insegnamento del greco svolti all’interno dell’istituzione scolastica di     appartenenza:</w:t>
            </w:r>
          </w:p>
          <w:p w:rsidR="00BC2728" w:rsidRDefault="00BC2728" w14:paraId="04B4120C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pt. per ogni incarico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3461D779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1F54928D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41A7E694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Attività svolta in qualità di formatore in percorsi destinati ai docenti inerenti all’insegnamento del greco:  </w:t>
            </w:r>
          </w:p>
          <w:p w:rsidR="00BC2728" w:rsidRDefault="00BC2728" w14:paraId="3BED5C86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pt. per ogni esperienza</w:t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3CF2D8B6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  <w:tr xmlns:wp14="http://schemas.microsoft.com/office/word/2010/wordml" w:rsidR="00BC2728" w:rsidTr="3DF1B79F" w14:paraId="00969DAB" wp14:textId="77777777">
        <w:tc>
          <w:tcPr>
            <w:tcW w:w="2285" w:type="pct"/>
            <w:shd w:val="clear" w:color="auto" w:fill="auto"/>
            <w:tcMar/>
          </w:tcPr>
          <w:p w:rsidR="00BC2728" w:rsidRDefault="00BC2728" w14:paraId="5F50A42E" wp14:textId="77777777">
            <w:pPr>
              <w:pStyle w:val="Corpotes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Esperienze di valutazione e certificazione nell’ambito della valorizzazione delle eccellenze (lingue classiche):</w:t>
            </w:r>
          </w:p>
          <w:p w:rsidR="00BC2728" w:rsidRDefault="00BC2728" w14:paraId="7B1E10DF" wp14:textId="77777777">
            <w:pPr>
              <w:pStyle w:val="Corpotesto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pt. per ogni esperienza</w:t>
            </w:r>
          </w:p>
        </w:tc>
        <w:tc>
          <w:tcPr>
            <w:tcW w:w="2715" w:type="pct"/>
            <w:shd w:val="clear" w:color="auto" w:fill="auto"/>
            <w:tcMar/>
          </w:tcPr>
          <w:p w:rsidR="00BC2728" w:rsidRDefault="00BC2728" w14:paraId="0FB78278" wp14:textId="77777777">
            <w:pPr>
              <w:pStyle w:val="Corpotesto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C2728" w:rsidP="00BC2728" w:rsidRDefault="00BC2728" w14:paraId="1FC39945" wp14:textId="77777777">
      <w:pPr>
        <w:pStyle w:val="Corpotesto"/>
        <w:spacing w:after="45"/>
      </w:pPr>
      <w:r>
        <w:tab/>
      </w:r>
    </w:p>
    <w:p xmlns:wp14="http://schemas.microsoft.com/office/word/2010/wordml" w:rsidR="00BC2728" w:rsidP="00BC2728" w:rsidRDefault="00BC2728" w14:paraId="2C0A9492" wp14:textId="77777777">
      <w:pPr>
        <w:pStyle w:val="Corpotesto"/>
        <w:spacing w:after="45"/>
      </w:pPr>
      <w:r>
        <w:t>Si allega alla presente domanda il curriculum vitae in formato europeo.</w:t>
      </w:r>
    </w:p>
    <w:p xmlns:wp14="http://schemas.microsoft.com/office/word/2010/wordml" w:rsidR="00BC2728" w:rsidP="00BC2728" w:rsidRDefault="00BC2728" w14:paraId="0562CB0E" wp14:textId="77777777">
      <w:pPr>
        <w:pStyle w:val="Corpotesto"/>
        <w:spacing w:after="45"/>
      </w:pPr>
    </w:p>
    <w:p xmlns:wp14="http://schemas.microsoft.com/office/word/2010/wordml" w:rsidR="00BC2728" w:rsidP="00BC2728" w:rsidRDefault="00BC2728" w14:paraId="58B390B4" wp14:textId="77777777">
      <w:pPr>
        <w:pStyle w:val="Corpotesto"/>
        <w:spacing w:after="45"/>
      </w:pPr>
      <w:r>
        <w:t>Data______________________                                                            Firma______________________________</w:t>
      </w:r>
    </w:p>
    <w:sectPr w:rsidR="00BC2728" w:rsidSect="006D6C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orient="portrait"/>
      <w:pgMar w:top="1134" w:right="1134" w:bottom="1134" w:left="1134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F6186" w:rsidRDefault="00EF6186" w14:paraId="6D98A12B" wp14:textId="77777777">
      <w:r>
        <w:separator/>
      </w:r>
    </w:p>
  </w:endnote>
  <w:endnote w:type="continuationSeparator" w:id="0">
    <w:p xmlns:wp14="http://schemas.microsoft.com/office/word/2010/wordml" w:rsidR="00EF6186" w:rsidRDefault="00EF6186" w14:paraId="2946DB8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44FDC" w:rsidRDefault="00844FDC" w14:paraId="3FE9F23F" wp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BC2728" w:rsidP="001B6682" w:rsidRDefault="00BC2728" w14:paraId="74D3D4E6" wp14:textId="77777777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C2728">
      <w:rPr>
        <w:rFonts w:ascii="Calibri" w:hAnsi="Calibri"/>
        <w:iCs/>
        <w:color w:val="auto"/>
        <w:sz w:val="18"/>
        <w:szCs w:val="18"/>
      </w:rPr>
      <w:t xml:space="preserve">202305181716 Allegato 1 modulo candidatura Comitato regionale di coordinamento per la Certificazione linguistica del greco </w:t>
    </w:r>
  </w:p>
  <w:p xmlns:wp14="http://schemas.microsoft.com/office/word/2010/wordml" w:rsidR="00670B72" w:rsidP="001B6682" w:rsidRDefault="001B6682" w14:paraId="1FA1FF35" wp14:textId="77777777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xmlns:wp14="http://schemas.microsoft.com/office/word/2010/wordml" w:rsidR="00670B72" w:rsidP="006D24A4" w:rsidRDefault="00670B72" w14:paraId="29B0A392" wp14:textId="777777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xmlns:wp14="http://schemas.microsoft.com/office/word/2010/wordml" w:rsidRPr="00551CAC" w:rsidR="00670B72" w:rsidP="006D24A4" w:rsidRDefault="00670B72" w14:paraId="673076DF" wp14:textId="777777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w:history="1" r:id="rId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w:history="1" r:id="rId2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xmlns:wp14="http://schemas.microsoft.com/office/word/2010/wordml" w:rsidRPr="00551CAC" w:rsidR="00670B72" w:rsidP="006D24A4" w:rsidRDefault="00670B72" w14:paraId="512E8339" wp14:textId="77777777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xmlns:wp14="http://schemas.microsoft.com/office/word/2010/wordml" w:rsidRPr="00551CAC" w:rsidR="00670B72" w:rsidP="006D24A4" w:rsidRDefault="00670B72" w14:paraId="2EB8DAF3" wp14:textId="77777777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 – CF: 80007610423</w:t>
    </w:r>
  </w:p>
  <w:p xmlns:wp14="http://schemas.microsoft.com/office/word/2010/wordml" w:rsidRPr="006D24A4" w:rsidR="00670B72" w:rsidP="006D24A4" w:rsidRDefault="00670B72" w14:paraId="17511B86" wp14:textId="77777777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w:history="1" r:id="rId3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44FDC" w:rsidRDefault="00844FDC" w14:paraId="62EBF3C5" wp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F6186" w:rsidRDefault="00EF6186" w14:paraId="110FFD37" wp14:textId="77777777">
      <w:r>
        <w:separator/>
      </w:r>
    </w:p>
  </w:footnote>
  <w:footnote w:type="continuationSeparator" w:id="0">
    <w:p xmlns:wp14="http://schemas.microsoft.com/office/word/2010/wordml" w:rsidR="00EF6186" w:rsidRDefault="00EF6186" w14:paraId="6B699379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44FDC" w:rsidRDefault="00844FDC" w14:paraId="34CE0A41" wp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670B72" w:rsidP="006D24A4" w:rsidRDefault="00E27507" w14:paraId="1F72F646" wp14:textId="77777777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 w:rsidRPr="002D6993">
      <w:rPr>
        <w:noProof/>
      </w:rPr>
      <w:drawing>
        <wp:inline xmlns:wp14="http://schemas.microsoft.com/office/word/2010/wordprocessingDrawing" distT="0" distB="0" distL="0" distR="0" wp14:anchorId="34801FC9" wp14:editId="7777777">
          <wp:extent cx="495300" cy="561975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Pr="00F74C16" w:rsidR="002D4600" w:rsidP="002D4600" w:rsidRDefault="002D4600" w14:paraId="4074A588" wp14:textId="77777777">
    <w:pPr>
      <w:spacing w:after="0" w:line="240" w:lineRule="auto"/>
      <w:jc w:val="center"/>
      <w:rPr>
        <w:rFonts w:ascii="Monotype Corsiva" w:hAnsi="Monotype Corsiva" w:cs="Tahoma"/>
        <w:i/>
        <w:sz w:val="60"/>
        <w:szCs w:val="60"/>
      </w:rPr>
    </w:pPr>
    <w:r w:rsidRPr="00F74C16">
      <w:rPr>
        <w:rFonts w:ascii="Monotype Corsiva" w:hAnsi="Monotype Corsiva" w:cs="Tahoma"/>
        <w:i/>
        <w:sz w:val="60"/>
        <w:szCs w:val="60"/>
      </w:rPr>
      <w:t>Ministero dell’istruzione e del merito</w:t>
    </w:r>
  </w:p>
  <w:p xmlns:wp14="http://schemas.microsoft.com/office/word/2010/wordml" w:rsidRPr="003D293D" w:rsidR="00670B72" w:rsidP="002D4600" w:rsidRDefault="002D4600" w14:paraId="64B69580" wp14:textId="77777777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F74C16">
      <w:rPr>
        <w:rFonts w:ascii="Monotype Corsiva" w:hAnsi="Monotype Corsiva" w:cs="Tahoma"/>
        <w:i/>
        <w:sz w:val="44"/>
        <w:szCs w:val="44"/>
      </w:rPr>
      <w:t>Ufficio Scolastico Regionale per le Marche</w:t>
    </w:r>
  </w:p>
  <w:p xmlns:wp14="http://schemas.microsoft.com/office/word/2010/wordml" w:rsidRPr="007A6E4C" w:rsidR="00670B72" w:rsidP="007A6E4C" w:rsidRDefault="00670B72" w14:paraId="40F6C769" wp14:textId="77777777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xmlns:wp14="http://schemas.microsoft.com/office/word/2010/wordml" w:rsidRPr="00677843" w:rsidR="00677843" w:rsidP="006D24A4" w:rsidRDefault="00677843" w14:paraId="08CE6F91" wp14:textId="77777777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  <w:p xmlns:wp14="http://schemas.microsoft.com/office/word/2010/wordml" w:rsidRPr="00F3525F" w:rsidR="00670B72" w:rsidP="006D24A4" w:rsidRDefault="00670B72" w14:paraId="61CDCEAD" wp14:textId="77777777">
    <w:pPr>
      <w:pStyle w:val="Default"/>
      <w:jc w:val="center"/>
      <w:rPr>
        <w:rFonts w:ascii="Arial" w:hAnsi="Arial" w:cs="Arial"/>
        <w:color w:val="auto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44FDC" w:rsidRDefault="00844FDC" w14:paraId="5997CC1D" wp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2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5" w15:restartNumberingAfterBreak="0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hint="default" w:ascii="Wingdings" w:hAnsi="Wingdings"/>
      </w:rPr>
    </w:lvl>
  </w:abstractNum>
  <w:abstractNum w:abstractNumId="7" w15:restartNumberingAfterBreak="0">
    <w:nsid w:val="4837369E"/>
    <w:multiLevelType w:val="multilevel"/>
    <w:tmpl w:val="A022B3A2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805B31"/>
    <w:multiLevelType w:val="multilevel"/>
    <w:tmpl w:val="204EBA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hint="default" w:ascii="Wingdings" w:hAnsi="Wingdings"/>
      </w:rPr>
    </w:lvl>
  </w:abstractNum>
  <w:abstractNum w:abstractNumId="14" w15:restartNumberingAfterBreak="0">
    <w:nsid w:val="7F1342A2"/>
    <w:multiLevelType w:val="multilevel"/>
    <w:tmpl w:val="57CA5B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1695794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1859776">
    <w:abstractNumId w:val="2"/>
  </w:num>
  <w:num w:numId="3" w16cid:durableId="292060372">
    <w:abstractNumId w:val="1"/>
  </w:num>
  <w:num w:numId="4" w16cid:durableId="665089977">
    <w:abstractNumId w:val="4"/>
  </w:num>
  <w:num w:numId="5" w16cid:durableId="1449398923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 w16cid:durableId="124275055">
    <w:abstractNumId w:val="8"/>
  </w:num>
  <w:num w:numId="7" w16cid:durableId="162484458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2464490">
    <w:abstractNumId w:val="8"/>
  </w:num>
  <w:num w:numId="9" w16cid:durableId="370888710">
    <w:abstractNumId w:val="3"/>
  </w:num>
  <w:num w:numId="10" w16cid:durableId="1080372584">
    <w:abstractNumId w:val="7"/>
  </w:num>
  <w:num w:numId="11" w16cid:durableId="439035467">
    <w:abstractNumId w:val="14"/>
  </w:num>
  <w:num w:numId="12" w16cid:durableId="1345747593">
    <w:abstractNumId w:val="10"/>
  </w:num>
  <w:num w:numId="13" w16cid:durableId="645546596">
    <w:abstractNumId w:val="13"/>
  </w:num>
  <w:num w:numId="14" w16cid:durableId="851187151">
    <w:abstractNumId w:val="6"/>
  </w:num>
  <w:num w:numId="15" w16cid:durableId="1302810382">
    <w:abstractNumId w:val="9"/>
  </w:num>
  <w:num w:numId="16" w16cid:durableId="611279716">
    <w:abstractNumId w:val="5"/>
  </w:num>
  <w:num w:numId="17" w16cid:durableId="1276518805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27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B5"/>
    <w:rsid w:val="000014C0"/>
    <w:rsid w:val="00023DAD"/>
    <w:rsid w:val="000262E5"/>
    <w:rsid w:val="00026641"/>
    <w:rsid w:val="00030134"/>
    <w:rsid w:val="00032B2F"/>
    <w:rsid w:val="00036C15"/>
    <w:rsid w:val="000413EE"/>
    <w:rsid w:val="00056052"/>
    <w:rsid w:val="00066B9F"/>
    <w:rsid w:val="00067128"/>
    <w:rsid w:val="0008666C"/>
    <w:rsid w:val="000A091B"/>
    <w:rsid w:val="000A628B"/>
    <w:rsid w:val="000C3384"/>
    <w:rsid w:val="000C5E6A"/>
    <w:rsid w:val="000D029F"/>
    <w:rsid w:val="000D34C8"/>
    <w:rsid w:val="000E527F"/>
    <w:rsid w:val="000F3ED6"/>
    <w:rsid w:val="000F4A2F"/>
    <w:rsid w:val="0010096A"/>
    <w:rsid w:val="001028E4"/>
    <w:rsid w:val="00107D33"/>
    <w:rsid w:val="001169C1"/>
    <w:rsid w:val="00121DFA"/>
    <w:rsid w:val="00130B2E"/>
    <w:rsid w:val="00132220"/>
    <w:rsid w:val="001328E3"/>
    <w:rsid w:val="00136AAF"/>
    <w:rsid w:val="00141692"/>
    <w:rsid w:val="001446D9"/>
    <w:rsid w:val="0014471B"/>
    <w:rsid w:val="00162A1B"/>
    <w:rsid w:val="00164485"/>
    <w:rsid w:val="0017002E"/>
    <w:rsid w:val="001745D9"/>
    <w:rsid w:val="0017552F"/>
    <w:rsid w:val="00181010"/>
    <w:rsid w:val="00182281"/>
    <w:rsid w:val="00182FB1"/>
    <w:rsid w:val="00183AF1"/>
    <w:rsid w:val="00195771"/>
    <w:rsid w:val="001A1970"/>
    <w:rsid w:val="001B0A67"/>
    <w:rsid w:val="001B3D0F"/>
    <w:rsid w:val="001B6682"/>
    <w:rsid w:val="001D1D34"/>
    <w:rsid w:val="001D75DE"/>
    <w:rsid w:val="001E7B81"/>
    <w:rsid w:val="001F1B50"/>
    <w:rsid w:val="001F6207"/>
    <w:rsid w:val="002051CF"/>
    <w:rsid w:val="00207266"/>
    <w:rsid w:val="002118C9"/>
    <w:rsid w:val="00217F26"/>
    <w:rsid w:val="002206FA"/>
    <w:rsid w:val="00221656"/>
    <w:rsid w:val="00236628"/>
    <w:rsid w:val="00241414"/>
    <w:rsid w:val="0024245F"/>
    <w:rsid w:val="00246041"/>
    <w:rsid w:val="0025445D"/>
    <w:rsid w:val="0026547B"/>
    <w:rsid w:val="002744B4"/>
    <w:rsid w:val="0027467C"/>
    <w:rsid w:val="00282080"/>
    <w:rsid w:val="00291E30"/>
    <w:rsid w:val="00297037"/>
    <w:rsid w:val="002A2A80"/>
    <w:rsid w:val="002B2A70"/>
    <w:rsid w:val="002D4600"/>
    <w:rsid w:val="002D47EC"/>
    <w:rsid w:val="002D7554"/>
    <w:rsid w:val="002E6CB5"/>
    <w:rsid w:val="002F5A47"/>
    <w:rsid w:val="002F7991"/>
    <w:rsid w:val="003017A7"/>
    <w:rsid w:val="00303F33"/>
    <w:rsid w:val="00305E43"/>
    <w:rsid w:val="00313A5C"/>
    <w:rsid w:val="00314A37"/>
    <w:rsid w:val="00315355"/>
    <w:rsid w:val="003226A0"/>
    <w:rsid w:val="00323BC7"/>
    <w:rsid w:val="003417B5"/>
    <w:rsid w:val="00341F32"/>
    <w:rsid w:val="00344702"/>
    <w:rsid w:val="00346FC7"/>
    <w:rsid w:val="003529B4"/>
    <w:rsid w:val="00364CD5"/>
    <w:rsid w:val="00373FA7"/>
    <w:rsid w:val="00381D06"/>
    <w:rsid w:val="00392514"/>
    <w:rsid w:val="003933BE"/>
    <w:rsid w:val="003A0198"/>
    <w:rsid w:val="003A053D"/>
    <w:rsid w:val="003A51D9"/>
    <w:rsid w:val="003B6F2A"/>
    <w:rsid w:val="003B7DFF"/>
    <w:rsid w:val="003C0A84"/>
    <w:rsid w:val="003C7299"/>
    <w:rsid w:val="003D1EC8"/>
    <w:rsid w:val="003D2201"/>
    <w:rsid w:val="003D293D"/>
    <w:rsid w:val="003E254D"/>
    <w:rsid w:val="004101CB"/>
    <w:rsid w:val="00413D9F"/>
    <w:rsid w:val="00417492"/>
    <w:rsid w:val="00417CA1"/>
    <w:rsid w:val="00424600"/>
    <w:rsid w:val="00427C7F"/>
    <w:rsid w:val="004503F2"/>
    <w:rsid w:val="00451782"/>
    <w:rsid w:val="00451B49"/>
    <w:rsid w:val="00452C3F"/>
    <w:rsid w:val="00454407"/>
    <w:rsid w:val="00462FF1"/>
    <w:rsid w:val="00470B3B"/>
    <w:rsid w:val="0047283F"/>
    <w:rsid w:val="00473266"/>
    <w:rsid w:val="004751D3"/>
    <w:rsid w:val="00482F83"/>
    <w:rsid w:val="0048376B"/>
    <w:rsid w:val="0048583B"/>
    <w:rsid w:val="00486728"/>
    <w:rsid w:val="00487EF7"/>
    <w:rsid w:val="00490715"/>
    <w:rsid w:val="00491748"/>
    <w:rsid w:val="00494E18"/>
    <w:rsid w:val="004A4CDF"/>
    <w:rsid w:val="004A57D6"/>
    <w:rsid w:val="004B20CF"/>
    <w:rsid w:val="004B5982"/>
    <w:rsid w:val="004B59D2"/>
    <w:rsid w:val="004C7970"/>
    <w:rsid w:val="004E7CAC"/>
    <w:rsid w:val="004F007D"/>
    <w:rsid w:val="004F4716"/>
    <w:rsid w:val="004F4B36"/>
    <w:rsid w:val="00500ED4"/>
    <w:rsid w:val="00501E64"/>
    <w:rsid w:val="0050642F"/>
    <w:rsid w:val="00511B5D"/>
    <w:rsid w:val="00514DFE"/>
    <w:rsid w:val="00520889"/>
    <w:rsid w:val="00522224"/>
    <w:rsid w:val="00527FC3"/>
    <w:rsid w:val="0053198C"/>
    <w:rsid w:val="00542D1E"/>
    <w:rsid w:val="00554786"/>
    <w:rsid w:val="00563BBF"/>
    <w:rsid w:val="00574077"/>
    <w:rsid w:val="00575745"/>
    <w:rsid w:val="005765F6"/>
    <w:rsid w:val="00584892"/>
    <w:rsid w:val="005848DE"/>
    <w:rsid w:val="00586341"/>
    <w:rsid w:val="00591082"/>
    <w:rsid w:val="005B24E1"/>
    <w:rsid w:val="005B3441"/>
    <w:rsid w:val="005C2198"/>
    <w:rsid w:val="005D0EF5"/>
    <w:rsid w:val="005E72F2"/>
    <w:rsid w:val="005E78D7"/>
    <w:rsid w:val="005E7A63"/>
    <w:rsid w:val="005F114C"/>
    <w:rsid w:val="005F4DDB"/>
    <w:rsid w:val="006333D2"/>
    <w:rsid w:val="00633461"/>
    <w:rsid w:val="00636898"/>
    <w:rsid w:val="00640464"/>
    <w:rsid w:val="00654548"/>
    <w:rsid w:val="0066114A"/>
    <w:rsid w:val="00665AF9"/>
    <w:rsid w:val="00670B72"/>
    <w:rsid w:val="006714C5"/>
    <w:rsid w:val="00673347"/>
    <w:rsid w:val="00673B08"/>
    <w:rsid w:val="00677843"/>
    <w:rsid w:val="00685566"/>
    <w:rsid w:val="006A682A"/>
    <w:rsid w:val="006A7DC5"/>
    <w:rsid w:val="006B1E63"/>
    <w:rsid w:val="006B34B4"/>
    <w:rsid w:val="006B7100"/>
    <w:rsid w:val="006C3DC1"/>
    <w:rsid w:val="006D24A4"/>
    <w:rsid w:val="006D44B5"/>
    <w:rsid w:val="006D6C8B"/>
    <w:rsid w:val="006E2AC7"/>
    <w:rsid w:val="006E3656"/>
    <w:rsid w:val="006E4A3F"/>
    <w:rsid w:val="006E6DE3"/>
    <w:rsid w:val="006F3D5E"/>
    <w:rsid w:val="006F7DAE"/>
    <w:rsid w:val="007013D8"/>
    <w:rsid w:val="00712DAB"/>
    <w:rsid w:val="0071306E"/>
    <w:rsid w:val="007174C5"/>
    <w:rsid w:val="007179C8"/>
    <w:rsid w:val="00721344"/>
    <w:rsid w:val="007228EE"/>
    <w:rsid w:val="00722E9C"/>
    <w:rsid w:val="00724E71"/>
    <w:rsid w:val="00725996"/>
    <w:rsid w:val="00733171"/>
    <w:rsid w:val="00737223"/>
    <w:rsid w:val="007372B1"/>
    <w:rsid w:val="00742352"/>
    <w:rsid w:val="00744095"/>
    <w:rsid w:val="00753E39"/>
    <w:rsid w:val="007551B5"/>
    <w:rsid w:val="00762637"/>
    <w:rsid w:val="0078565C"/>
    <w:rsid w:val="00787314"/>
    <w:rsid w:val="007941D5"/>
    <w:rsid w:val="0079486E"/>
    <w:rsid w:val="00794EDF"/>
    <w:rsid w:val="007A6E4C"/>
    <w:rsid w:val="007B7783"/>
    <w:rsid w:val="007C327D"/>
    <w:rsid w:val="007D316E"/>
    <w:rsid w:val="007D35AF"/>
    <w:rsid w:val="007D39BB"/>
    <w:rsid w:val="007D7FAF"/>
    <w:rsid w:val="007E5C3D"/>
    <w:rsid w:val="007E723E"/>
    <w:rsid w:val="00805F27"/>
    <w:rsid w:val="0081546E"/>
    <w:rsid w:val="00815819"/>
    <w:rsid w:val="00815D59"/>
    <w:rsid w:val="00820087"/>
    <w:rsid w:val="00826C6E"/>
    <w:rsid w:val="008277EE"/>
    <w:rsid w:val="00830EDD"/>
    <w:rsid w:val="00831430"/>
    <w:rsid w:val="0084163A"/>
    <w:rsid w:val="008416B7"/>
    <w:rsid w:val="00841956"/>
    <w:rsid w:val="00844FDC"/>
    <w:rsid w:val="00856D0E"/>
    <w:rsid w:val="00870AA2"/>
    <w:rsid w:val="008A0A78"/>
    <w:rsid w:val="008A3DC9"/>
    <w:rsid w:val="008A659D"/>
    <w:rsid w:val="008B2531"/>
    <w:rsid w:val="008B3B9D"/>
    <w:rsid w:val="008B4793"/>
    <w:rsid w:val="008C1A1C"/>
    <w:rsid w:val="008C339F"/>
    <w:rsid w:val="008C5CA0"/>
    <w:rsid w:val="008F123A"/>
    <w:rsid w:val="008F49E6"/>
    <w:rsid w:val="008F6AF0"/>
    <w:rsid w:val="0091034B"/>
    <w:rsid w:val="00922EB1"/>
    <w:rsid w:val="00924CC3"/>
    <w:rsid w:val="00930404"/>
    <w:rsid w:val="00930455"/>
    <w:rsid w:val="009306F1"/>
    <w:rsid w:val="009355AA"/>
    <w:rsid w:val="00940581"/>
    <w:rsid w:val="00951932"/>
    <w:rsid w:val="00952391"/>
    <w:rsid w:val="00954A1D"/>
    <w:rsid w:val="0096320D"/>
    <w:rsid w:val="00967609"/>
    <w:rsid w:val="00975251"/>
    <w:rsid w:val="00980F5C"/>
    <w:rsid w:val="00985712"/>
    <w:rsid w:val="009A270E"/>
    <w:rsid w:val="009A781B"/>
    <w:rsid w:val="009D1161"/>
    <w:rsid w:val="009D356A"/>
    <w:rsid w:val="009D7EE4"/>
    <w:rsid w:val="009E6034"/>
    <w:rsid w:val="009F7C25"/>
    <w:rsid w:val="00A02458"/>
    <w:rsid w:val="00A16DEF"/>
    <w:rsid w:val="00A22E0B"/>
    <w:rsid w:val="00A245A6"/>
    <w:rsid w:val="00A4024D"/>
    <w:rsid w:val="00A43D45"/>
    <w:rsid w:val="00A454F7"/>
    <w:rsid w:val="00A45D43"/>
    <w:rsid w:val="00A578C1"/>
    <w:rsid w:val="00A653C3"/>
    <w:rsid w:val="00A6585A"/>
    <w:rsid w:val="00A674B6"/>
    <w:rsid w:val="00A751D3"/>
    <w:rsid w:val="00AA538A"/>
    <w:rsid w:val="00AA7A72"/>
    <w:rsid w:val="00AB24DA"/>
    <w:rsid w:val="00AB48F2"/>
    <w:rsid w:val="00AC555C"/>
    <w:rsid w:val="00AC60FA"/>
    <w:rsid w:val="00AC63AB"/>
    <w:rsid w:val="00AD06CE"/>
    <w:rsid w:val="00AD0870"/>
    <w:rsid w:val="00AD2DCA"/>
    <w:rsid w:val="00AE215B"/>
    <w:rsid w:val="00AE7489"/>
    <w:rsid w:val="00AE7C37"/>
    <w:rsid w:val="00B0201B"/>
    <w:rsid w:val="00B1612F"/>
    <w:rsid w:val="00B2301D"/>
    <w:rsid w:val="00B23538"/>
    <w:rsid w:val="00B26F99"/>
    <w:rsid w:val="00B34DB9"/>
    <w:rsid w:val="00B35B0A"/>
    <w:rsid w:val="00B372B0"/>
    <w:rsid w:val="00B50B3C"/>
    <w:rsid w:val="00B5298D"/>
    <w:rsid w:val="00B56F01"/>
    <w:rsid w:val="00B700F4"/>
    <w:rsid w:val="00B7040F"/>
    <w:rsid w:val="00B70978"/>
    <w:rsid w:val="00B70D59"/>
    <w:rsid w:val="00B74A29"/>
    <w:rsid w:val="00B74CC1"/>
    <w:rsid w:val="00B84B52"/>
    <w:rsid w:val="00BA2CF7"/>
    <w:rsid w:val="00BA4C0A"/>
    <w:rsid w:val="00BA5560"/>
    <w:rsid w:val="00BA7BAD"/>
    <w:rsid w:val="00BB1464"/>
    <w:rsid w:val="00BB1ED8"/>
    <w:rsid w:val="00BB389E"/>
    <w:rsid w:val="00BC2728"/>
    <w:rsid w:val="00BD141C"/>
    <w:rsid w:val="00BD3CDC"/>
    <w:rsid w:val="00BD5B80"/>
    <w:rsid w:val="00BE3D28"/>
    <w:rsid w:val="00BF192C"/>
    <w:rsid w:val="00BF58B5"/>
    <w:rsid w:val="00C033CE"/>
    <w:rsid w:val="00C07E5B"/>
    <w:rsid w:val="00C1353E"/>
    <w:rsid w:val="00C25D08"/>
    <w:rsid w:val="00C341D9"/>
    <w:rsid w:val="00C346E9"/>
    <w:rsid w:val="00C34C8C"/>
    <w:rsid w:val="00C450ED"/>
    <w:rsid w:val="00C46262"/>
    <w:rsid w:val="00C53192"/>
    <w:rsid w:val="00C53BCC"/>
    <w:rsid w:val="00C54AE8"/>
    <w:rsid w:val="00C562EE"/>
    <w:rsid w:val="00C65432"/>
    <w:rsid w:val="00C775EB"/>
    <w:rsid w:val="00C779D4"/>
    <w:rsid w:val="00C83861"/>
    <w:rsid w:val="00C95EEF"/>
    <w:rsid w:val="00CA0272"/>
    <w:rsid w:val="00CA1429"/>
    <w:rsid w:val="00CA1AC6"/>
    <w:rsid w:val="00CA24A4"/>
    <w:rsid w:val="00CA5D80"/>
    <w:rsid w:val="00CC38BF"/>
    <w:rsid w:val="00CC76BA"/>
    <w:rsid w:val="00CD2359"/>
    <w:rsid w:val="00CE43AC"/>
    <w:rsid w:val="00D01B55"/>
    <w:rsid w:val="00D02DCF"/>
    <w:rsid w:val="00D0480D"/>
    <w:rsid w:val="00D04D47"/>
    <w:rsid w:val="00D11DB4"/>
    <w:rsid w:val="00D20A7C"/>
    <w:rsid w:val="00D22D41"/>
    <w:rsid w:val="00D26FC5"/>
    <w:rsid w:val="00D310BE"/>
    <w:rsid w:val="00D37CAE"/>
    <w:rsid w:val="00D43BB3"/>
    <w:rsid w:val="00D517DB"/>
    <w:rsid w:val="00D613AC"/>
    <w:rsid w:val="00D61A85"/>
    <w:rsid w:val="00D7006C"/>
    <w:rsid w:val="00D708DA"/>
    <w:rsid w:val="00D70B9C"/>
    <w:rsid w:val="00D71BEA"/>
    <w:rsid w:val="00D742D7"/>
    <w:rsid w:val="00D801E4"/>
    <w:rsid w:val="00D876A3"/>
    <w:rsid w:val="00D877B5"/>
    <w:rsid w:val="00D945E5"/>
    <w:rsid w:val="00D9635B"/>
    <w:rsid w:val="00DA2702"/>
    <w:rsid w:val="00DA39EA"/>
    <w:rsid w:val="00DB087E"/>
    <w:rsid w:val="00DB44E4"/>
    <w:rsid w:val="00DC1B98"/>
    <w:rsid w:val="00DC41AA"/>
    <w:rsid w:val="00DC683C"/>
    <w:rsid w:val="00DC7D53"/>
    <w:rsid w:val="00DD1DAC"/>
    <w:rsid w:val="00DD65ED"/>
    <w:rsid w:val="00DD68ED"/>
    <w:rsid w:val="00DE02AB"/>
    <w:rsid w:val="00DE1C55"/>
    <w:rsid w:val="00DE21A8"/>
    <w:rsid w:val="00DE5303"/>
    <w:rsid w:val="00DE71BB"/>
    <w:rsid w:val="00DF261E"/>
    <w:rsid w:val="00DF2A4E"/>
    <w:rsid w:val="00E1496B"/>
    <w:rsid w:val="00E238B7"/>
    <w:rsid w:val="00E24254"/>
    <w:rsid w:val="00E242C1"/>
    <w:rsid w:val="00E2638B"/>
    <w:rsid w:val="00E27507"/>
    <w:rsid w:val="00E3282A"/>
    <w:rsid w:val="00E345E1"/>
    <w:rsid w:val="00E42106"/>
    <w:rsid w:val="00E445DC"/>
    <w:rsid w:val="00E6137F"/>
    <w:rsid w:val="00E85460"/>
    <w:rsid w:val="00E9623B"/>
    <w:rsid w:val="00EA088C"/>
    <w:rsid w:val="00EB41F9"/>
    <w:rsid w:val="00ED021E"/>
    <w:rsid w:val="00ED4610"/>
    <w:rsid w:val="00ED5D40"/>
    <w:rsid w:val="00ED6328"/>
    <w:rsid w:val="00ED6AB3"/>
    <w:rsid w:val="00ED6D38"/>
    <w:rsid w:val="00EE0F4F"/>
    <w:rsid w:val="00EE3248"/>
    <w:rsid w:val="00EF6186"/>
    <w:rsid w:val="00F0217D"/>
    <w:rsid w:val="00F129B3"/>
    <w:rsid w:val="00F1627B"/>
    <w:rsid w:val="00F3525F"/>
    <w:rsid w:val="00F460AB"/>
    <w:rsid w:val="00F51E4C"/>
    <w:rsid w:val="00F56BEA"/>
    <w:rsid w:val="00F619BA"/>
    <w:rsid w:val="00F633B3"/>
    <w:rsid w:val="00F658DB"/>
    <w:rsid w:val="00F700FF"/>
    <w:rsid w:val="00F70ECB"/>
    <w:rsid w:val="00F71D29"/>
    <w:rsid w:val="00F7578C"/>
    <w:rsid w:val="00F778B9"/>
    <w:rsid w:val="00F83B69"/>
    <w:rsid w:val="00FB28F9"/>
    <w:rsid w:val="00FB3C14"/>
    <w:rsid w:val="00FC0832"/>
    <w:rsid w:val="00FC7E9F"/>
    <w:rsid w:val="00FD19A2"/>
    <w:rsid w:val="00FE23AA"/>
    <w:rsid w:val="00FE6DEE"/>
    <w:rsid w:val="00FF07E5"/>
    <w:rsid w:val="00FF15FC"/>
    <w:rsid w:val="00FF5FB7"/>
    <w:rsid w:val="222A426D"/>
    <w:rsid w:val="3DF1B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388A6D9B"/>
  <w15:chartTrackingRefBased/>
  <w15:docId w15:val="{10CA0334-0D2E-4F51-9B08-CB59547F54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styleId="BodyText2" w:customStyle="1">
    <w:name w:val="Body Text 2"/>
    <w:basedOn w:val="Normale"/>
    <w:pPr>
      <w:jc w:val="both"/>
    </w:pPr>
  </w:style>
  <w:style w:type="character" w:styleId="Hyperlink" w:customStyle="1">
    <w:name w:val="Hyperlink0"/>
    <w:rPr>
      <w:color w:val="0000FF"/>
      <w:u w:val="single"/>
    </w:rPr>
  </w:style>
  <w:style w:type="paragraph" w:styleId="Corpodeltesto2">
    <w:name w:val="Body Text 20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styleId="Grigliatabella1" w:customStyle="1">
    <w:name w:val="Griglia tabella1"/>
    <w:basedOn w:val="Tabellanormale"/>
    <w:next w:val="Grigliatabella"/>
    <w:uiPriority w:val="59"/>
    <w:rsid w:val="00427C7F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eastAsia="it-IT"/>
    </w:rPr>
  </w:style>
  <w:style w:type="paragraph" w:styleId="oggetto" w:customStyle="1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paragraph" w:styleId="TableParagraph" w:customStyle="1">
    <w:name w:val="Table Paragraph"/>
    <w:basedOn w:val="Normale"/>
    <w:uiPriority w:val="1"/>
    <w:qFormat/>
    <w:rsid w:val="000C3384"/>
    <w:pPr>
      <w:widowControl w:val="0"/>
      <w:autoSpaceDE w:val="0"/>
      <w:autoSpaceDN w:val="0"/>
      <w:spacing w:after="0" w:line="240" w:lineRule="auto"/>
      <w:ind w:left="107"/>
    </w:pPr>
    <w:rPr>
      <w:rFonts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../../../../../direzione-marche@istruzione.it" TargetMode="External"/><Relationship Id="rId1" Type="http://schemas.openxmlformats.org/officeDocument/2006/relationships/hyperlink" Target="../../../../../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9C3B3-2FE5-4401-91BF-B4A974E869F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CARTA INTESTATA_16012015_segr.dot</ap:Template>
  <ap:Application>Microsoft Word for the web</ap:Application>
  <ap:DocSecurity>0</ap:DocSecurity>
  <ap:ScaleCrop>false</ap:ScaleCrop>
  <ap:Company>Ministero Pubblica Istruzione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Prot</dc:title>
  <dc:subject/>
  <dc:creator>MARIANI</dc:creator>
  <keywords/>
  <lastModifiedBy>Scocchera Rita</lastModifiedBy>
  <revision>4</revision>
  <lastPrinted>2020-01-15T03:33:00.0000000Z</lastPrinted>
  <dcterms:created xsi:type="dcterms:W3CDTF">2023-06-01T13:56:00.0000000Z</dcterms:created>
  <dcterms:modified xsi:type="dcterms:W3CDTF">2023-06-01T13:59:11.6535770Z</dcterms:modified>
</coreProperties>
</file>